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06EE" w14:textId="77777777" w:rsidR="003F0E77" w:rsidRPr="00297784" w:rsidRDefault="003F0E77" w:rsidP="00297784"/>
    <w:p w14:paraId="47E6D92E" w14:textId="69DEF387" w:rsidR="00297784" w:rsidRPr="00297784" w:rsidRDefault="00297784" w:rsidP="00297784">
      <w:pPr>
        <w:jc w:val="center"/>
        <w:rPr>
          <w:b/>
          <w:bCs w:val="0"/>
        </w:rPr>
      </w:pPr>
      <w:r w:rsidRPr="00297784">
        <w:rPr>
          <w:b/>
          <w:bCs w:val="0"/>
          <w:sz w:val="32"/>
          <w:szCs w:val="36"/>
        </w:rPr>
        <w:t xml:space="preserve">ALLEGATO </w:t>
      </w:r>
      <w:r w:rsidR="003F0E77">
        <w:rPr>
          <w:b/>
          <w:bCs w:val="0"/>
          <w:sz w:val="32"/>
          <w:szCs w:val="36"/>
        </w:rPr>
        <w:t>4</w:t>
      </w:r>
      <w:r w:rsidRPr="00297784">
        <w:rPr>
          <w:b/>
          <w:bCs w:val="0"/>
          <w:sz w:val="32"/>
          <w:szCs w:val="36"/>
        </w:rPr>
        <w:br/>
      </w:r>
      <w:r w:rsidR="00A4083D" w:rsidRPr="00A4083D">
        <w:rPr>
          <w:b/>
          <w:bCs w:val="0"/>
          <w:sz w:val="32"/>
          <w:szCs w:val="36"/>
        </w:rPr>
        <w:t xml:space="preserve">MODELLO </w:t>
      </w:r>
      <w:r w:rsidR="00BB4E4D">
        <w:rPr>
          <w:b/>
          <w:bCs w:val="0"/>
          <w:sz w:val="32"/>
          <w:szCs w:val="36"/>
        </w:rPr>
        <w:t>PROCURA</w:t>
      </w:r>
      <w:r w:rsidRPr="00297784">
        <w:rPr>
          <w:b/>
          <w:bCs w:val="0"/>
          <w:sz w:val="32"/>
          <w:szCs w:val="36"/>
        </w:rPr>
        <w:br/>
      </w:r>
    </w:p>
    <w:p w14:paraId="7E269EB6" w14:textId="77777777" w:rsidR="00297784" w:rsidRPr="00297784" w:rsidRDefault="00297784" w:rsidP="00297784">
      <w:pPr>
        <w:jc w:val="center"/>
        <w:rPr>
          <w:b/>
        </w:rPr>
      </w:pPr>
      <w:r w:rsidRPr="00297784">
        <w:t>BANDO SELEZIONE PROGETTI DI INNOVAZIONE, RICERCA INDUSTRIALE E SVILUPPO SPERIMENTALE</w:t>
      </w:r>
    </w:p>
    <w:p w14:paraId="2AA3A6A0" w14:textId="46F56060" w:rsidR="00297784" w:rsidRPr="00297784" w:rsidRDefault="00297784" w:rsidP="00297784">
      <w:pPr>
        <w:jc w:val="center"/>
      </w:pPr>
      <w:r w:rsidRPr="00297784">
        <w:t xml:space="preserve">(ver. </w:t>
      </w:r>
      <w:r w:rsidR="004E6B4C">
        <w:t>30.06.</w:t>
      </w:r>
      <w:r w:rsidRPr="00297784">
        <w:t>202</w:t>
      </w:r>
      <w:r>
        <w:t>3</w:t>
      </w:r>
      <w:r w:rsidRPr="00297784">
        <w:t>)</w:t>
      </w:r>
    </w:p>
    <w:p w14:paraId="633C215D" w14:textId="77777777" w:rsidR="00297784" w:rsidRPr="00297784" w:rsidRDefault="00297784" w:rsidP="00297784"/>
    <w:p w14:paraId="14D8D371" w14:textId="77777777" w:rsidR="00297784" w:rsidRPr="00297784" w:rsidRDefault="00297784" w:rsidP="00297784"/>
    <w:p w14:paraId="5D3443AE" w14:textId="77777777" w:rsidR="00297784" w:rsidRPr="00297784" w:rsidRDefault="00297784" w:rsidP="00297784"/>
    <w:p w14:paraId="39155BCE" w14:textId="77777777" w:rsidR="00297784" w:rsidRDefault="00297784" w:rsidP="00297784"/>
    <w:p w14:paraId="61919C37" w14:textId="77777777" w:rsidR="00297784" w:rsidRDefault="00297784" w:rsidP="00297784"/>
    <w:p w14:paraId="137CD86E" w14:textId="77777777" w:rsidR="00297784" w:rsidRDefault="00297784" w:rsidP="00297784"/>
    <w:p w14:paraId="1BD3C3A3" w14:textId="77777777" w:rsidR="00297784" w:rsidRDefault="00297784" w:rsidP="00297784"/>
    <w:p w14:paraId="271DB8CB" w14:textId="77777777" w:rsidR="00297784" w:rsidRDefault="00297784" w:rsidP="00297784"/>
    <w:p w14:paraId="369C5451" w14:textId="77777777" w:rsidR="00297784" w:rsidRPr="00297784" w:rsidRDefault="00297784" w:rsidP="00297784"/>
    <w:p w14:paraId="2234B15C" w14:textId="77777777" w:rsidR="00297784" w:rsidRDefault="00297784" w:rsidP="00297784"/>
    <w:p w14:paraId="5001EBDD" w14:textId="77777777" w:rsidR="00B52A89" w:rsidRDefault="00B52A89" w:rsidP="00297784"/>
    <w:p w14:paraId="54A96452" w14:textId="77777777" w:rsidR="005C5C6C" w:rsidRDefault="005C5C6C" w:rsidP="00297784"/>
    <w:p w14:paraId="52352E32" w14:textId="77777777" w:rsidR="005C5C6C" w:rsidRDefault="005C5C6C" w:rsidP="00297784"/>
    <w:p w14:paraId="1657E397" w14:textId="77777777" w:rsidR="005C5C6C" w:rsidRDefault="005C5C6C" w:rsidP="00297784"/>
    <w:p w14:paraId="615E1839" w14:textId="77777777" w:rsidR="00B52A89" w:rsidRPr="00297784" w:rsidRDefault="00B52A89" w:rsidP="00297784"/>
    <w:p w14:paraId="7F89D5EB" w14:textId="2BAA8280" w:rsidR="00297784" w:rsidRPr="00297784" w:rsidRDefault="00297784" w:rsidP="005C5C6C">
      <w:r w:rsidRPr="00297784">
        <w:br w:type="page"/>
      </w:r>
    </w:p>
    <w:p w14:paraId="2F97E896" w14:textId="5E526A95" w:rsidR="00350D82" w:rsidRDefault="00BB4E4D" w:rsidP="00350D82">
      <w:pPr>
        <w:rPr>
          <w:bCs w:val="0"/>
          <w:szCs w:val="22"/>
        </w:rPr>
      </w:pPr>
      <w:r w:rsidRPr="005B37F5">
        <w:rPr>
          <w:bCs w:val="0"/>
          <w:szCs w:val="22"/>
          <w:highlight w:val="yellow"/>
        </w:rPr>
        <w:lastRenderedPageBreak/>
        <w:t>SU CARTA INTESTATA</w:t>
      </w:r>
    </w:p>
    <w:p w14:paraId="2C30E1B0" w14:textId="77777777" w:rsidR="00BB4E4D" w:rsidRDefault="00BB4E4D" w:rsidP="00350D82">
      <w:pPr>
        <w:rPr>
          <w:bCs w:val="0"/>
          <w:szCs w:val="22"/>
        </w:rPr>
      </w:pPr>
    </w:p>
    <w:p w14:paraId="171141D2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Il/La sottoscritto/a</w:t>
      </w:r>
      <w:r w:rsidRPr="00EE388B">
        <w:rPr>
          <w:bCs w:val="0"/>
          <w:szCs w:val="22"/>
        </w:rPr>
        <w:tab/>
        <w:t>[Nome Cognome]</w:t>
      </w:r>
    </w:p>
    <w:p w14:paraId="0C16CFD0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622F0CB7" w14:textId="1ACFCDB8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in qualità di legale rappresentante dell’impresa</w:t>
      </w:r>
    </w:p>
    <w:p w14:paraId="4207C47D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ab/>
        <w:t>[Ragione Sociale]</w:t>
      </w:r>
    </w:p>
    <w:p w14:paraId="3F09BA7D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con C.F. e P.IVA</w:t>
      </w:r>
      <w:r w:rsidRPr="00EE388B">
        <w:rPr>
          <w:bCs w:val="0"/>
          <w:szCs w:val="22"/>
        </w:rPr>
        <w:tab/>
        <w:t>[CF e P.IVA]</w:t>
      </w:r>
    </w:p>
    <w:p w14:paraId="172A42FD" w14:textId="77777777" w:rsidR="00EB16D1" w:rsidRDefault="00EB16D1" w:rsidP="00EE388B">
      <w:pPr>
        <w:tabs>
          <w:tab w:val="left" w:pos="2127"/>
        </w:tabs>
        <w:rPr>
          <w:bCs w:val="0"/>
          <w:szCs w:val="22"/>
        </w:rPr>
      </w:pPr>
    </w:p>
    <w:p w14:paraId="73442765" w14:textId="3B647005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NOMINA PROPRIO RAPPRESENTANTE</w:t>
      </w:r>
    </w:p>
    <w:p w14:paraId="24469983" w14:textId="77777777" w:rsidR="00EB16D1" w:rsidRDefault="00EB16D1" w:rsidP="00EE388B">
      <w:pPr>
        <w:tabs>
          <w:tab w:val="left" w:pos="2127"/>
        </w:tabs>
        <w:rPr>
          <w:bCs w:val="0"/>
          <w:szCs w:val="22"/>
        </w:rPr>
      </w:pPr>
    </w:p>
    <w:p w14:paraId="18A853AA" w14:textId="4B58AF36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Il/La Sig./Sig.ra</w:t>
      </w:r>
      <w:r w:rsidRPr="00EE388B">
        <w:rPr>
          <w:bCs w:val="0"/>
          <w:szCs w:val="22"/>
        </w:rPr>
        <w:tab/>
        <w:t>[Nome Cognome]</w:t>
      </w:r>
    </w:p>
    <w:p w14:paraId="0C9E71E9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 xml:space="preserve">nato/a </w:t>
      </w:r>
      <w:proofErr w:type="spellStart"/>
      <w:proofErr w:type="gramStart"/>
      <w:r w:rsidRPr="00EE388B">
        <w:rPr>
          <w:bCs w:val="0"/>
          <w:szCs w:val="22"/>
        </w:rPr>
        <w:t>a</w:t>
      </w:r>
      <w:proofErr w:type="spellEnd"/>
      <w:r w:rsidRPr="00EE388B">
        <w:rPr>
          <w:bCs w:val="0"/>
          <w:szCs w:val="22"/>
        </w:rPr>
        <w:t xml:space="preserve"> il</w:t>
      </w:r>
      <w:proofErr w:type="gramEnd"/>
      <w:r w:rsidRPr="00EE388B">
        <w:rPr>
          <w:bCs w:val="0"/>
          <w:szCs w:val="22"/>
        </w:rPr>
        <w:tab/>
        <w:t>[Città e Data]</w:t>
      </w:r>
    </w:p>
    <w:p w14:paraId="3584A042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3C04C8B0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allo scopo domiciliato in</w:t>
      </w:r>
      <w:r w:rsidRPr="00EE388B">
        <w:rPr>
          <w:bCs w:val="0"/>
          <w:szCs w:val="22"/>
        </w:rPr>
        <w:tab/>
        <w:t>[via, numero civico, CAP, città, provincia]</w:t>
      </w:r>
    </w:p>
    <w:p w14:paraId="08922904" w14:textId="77777777" w:rsidR="00EB16D1" w:rsidRDefault="00EB16D1" w:rsidP="00EE388B">
      <w:pPr>
        <w:rPr>
          <w:bCs w:val="0"/>
          <w:szCs w:val="22"/>
        </w:rPr>
      </w:pPr>
    </w:p>
    <w:p w14:paraId="1E93D112" w14:textId="437C09D6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CON IL POTERE DI (barrare le caselle pertinenti)</w:t>
      </w:r>
    </w:p>
    <w:p w14:paraId="27C85DCE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</w:t>
      </w:r>
      <w:r w:rsidRPr="00EE388B">
        <w:rPr>
          <w:bCs w:val="0"/>
          <w:szCs w:val="22"/>
        </w:rPr>
        <w:tab/>
        <w:t>SOTTOSCRIVERE la presentazione di progetti di innovazione, ricerca industriale e sviluppo sperimentale (Progetti IRISS) a SMACT scpa, inclusi tutti gli allegati necessari;</w:t>
      </w:r>
    </w:p>
    <w:p w14:paraId="4CC37F80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</w:t>
      </w:r>
      <w:r w:rsidRPr="00EE388B">
        <w:rPr>
          <w:bCs w:val="0"/>
          <w:szCs w:val="22"/>
        </w:rPr>
        <w:tab/>
        <w:t>RICEVERE LE COMUNICAZIONI di SMACT scpa riguardanti la valutazione dei Progetti IRISS;</w:t>
      </w:r>
    </w:p>
    <w:p w14:paraId="02FF3F46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</w:t>
      </w:r>
      <w:r w:rsidRPr="00EE388B">
        <w:rPr>
          <w:bCs w:val="0"/>
          <w:szCs w:val="22"/>
        </w:rPr>
        <w:tab/>
        <w:t>Eventualmente NEGOZIARE con SMACT scpa e terze parti (università, centri di ricerca e consorziati provati) i dettagli riguardanti i Progetti IRISS;</w:t>
      </w:r>
    </w:p>
    <w:p w14:paraId="152B17E1" w14:textId="31A4DE4A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</w:t>
      </w:r>
      <w:r w:rsidRPr="00EE388B">
        <w:rPr>
          <w:bCs w:val="0"/>
          <w:szCs w:val="22"/>
        </w:rPr>
        <w:tab/>
        <w:t>Eventualmente SOTTOSCRIVERE con SMACT scpa e terze parti contratti, accordi e quant’altro necessario per avviare i</w:t>
      </w:r>
      <w:r w:rsidR="002A7490">
        <w:rPr>
          <w:bCs w:val="0"/>
          <w:szCs w:val="22"/>
        </w:rPr>
        <w:t>l</w:t>
      </w:r>
      <w:r w:rsidRPr="00EE388B">
        <w:rPr>
          <w:bCs w:val="0"/>
          <w:szCs w:val="22"/>
        </w:rPr>
        <w:t xml:space="preserve"> </w:t>
      </w:r>
      <w:r w:rsidR="002A7490">
        <w:rPr>
          <w:bCs w:val="0"/>
          <w:szCs w:val="22"/>
        </w:rPr>
        <w:t>p</w:t>
      </w:r>
      <w:r w:rsidRPr="00EE388B">
        <w:rPr>
          <w:bCs w:val="0"/>
          <w:szCs w:val="22"/>
        </w:rPr>
        <w:t>rogett</w:t>
      </w:r>
      <w:r w:rsidR="002A7490">
        <w:rPr>
          <w:bCs w:val="0"/>
          <w:szCs w:val="22"/>
        </w:rPr>
        <w:t xml:space="preserve">o </w:t>
      </w:r>
      <w:r w:rsidRPr="00EE388B">
        <w:rPr>
          <w:bCs w:val="0"/>
          <w:szCs w:val="22"/>
        </w:rPr>
        <w:t>IRISS;</w:t>
      </w:r>
    </w:p>
    <w:p w14:paraId="313FD61A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ratificando fin da ora come valida ed efficace ogni decisione assunta dallo stesso, autorizzando fin d’ora il procuratore a nominare, revocare e farsi sostituire da altri procuratori ai quali vengono conferite le medesime facoltà.</w:t>
      </w:r>
    </w:p>
    <w:p w14:paraId="6208F22C" w14:textId="77777777" w:rsidR="00EE388B" w:rsidRPr="00EE388B" w:rsidRDefault="00EE388B" w:rsidP="00EE388B">
      <w:pPr>
        <w:rPr>
          <w:bCs w:val="0"/>
          <w:szCs w:val="22"/>
        </w:rPr>
      </w:pPr>
    </w:p>
    <w:p w14:paraId="0C3F7A19" w14:textId="1092F03B" w:rsid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[</w:t>
      </w:r>
      <w:r w:rsidR="00E03E47">
        <w:rPr>
          <w:bCs w:val="0"/>
          <w:szCs w:val="22"/>
        </w:rPr>
        <w:t>Luogo</w:t>
      </w:r>
      <w:r w:rsidRPr="00EE388B">
        <w:rPr>
          <w:bCs w:val="0"/>
          <w:szCs w:val="22"/>
        </w:rPr>
        <w:t>], lì [data]</w:t>
      </w:r>
    </w:p>
    <w:p w14:paraId="0CB03AB3" w14:textId="77777777" w:rsidR="00F4293D" w:rsidRPr="00EE388B" w:rsidRDefault="00F4293D" w:rsidP="00EE388B">
      <w:pPr>
        <w:rPr>
          <w:bCs w:val="0"/>
          <w:szCs w:val="22"/>
        </w:rPr>
      </w:pPr>
    </w:p>
    <w:p w14:paraId="7A3BCB13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_________________________</w:t>
      </w:r>
    </w:p>
    <w:p w14:paraId="62EA885E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[Nome Cognome]</w:t>
      </w:r>
    </w:p>
    <w:p w14:paraId="5A7E70B6" w14:textId="77777777" w:rsidR="00EE388B" w:rsidRPr="00EE388B" w:rsidRDefault="00EE388B" w:rsidP="00EE388B">
      <w:pPr>
        <w:rPr>
          <w:bCs w:val="0"/>
          <w:szCs w:val="22"/>
        </w:rPr>
      </w:pPr>
    </w:p>
    <w:p w14:paraId="6784EB6F" w14:textId="77777777" w:rsidR="00EE388B" w:rsidRPr="00EE388B" w:rsidRDefault="00EE388B" w:rsidP="00EE388B">
      <w:pPr>
        <w:rPr>
          <w:bCs w:val="0"/>
          <w:szCs w:val="22"/>
        </w:rPr>
      </w:pPr>
    </w:p>
    <w:p w14:paraId="7148FE74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(Firma autografa o digitale ai sensi del D. lgs. n. 82/2005) - allegare copia documento di identità</w:t>
      </w:r>
    </w:p>
    <w:sectPr w:rsidR="00EE388B" w:rsidRPr="00EE388B" w:rsidSect="004D39E1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851" w:right="851" w:bottom="680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55EB5" w14:textId="77777777" w:rsidR="00A90465" w:rsidRDefault="00A90465" w:rsidP="00297784">
      <w:r>
        <w:separator/>
      </w:r>
    </w:p>
  </w:endnote>
  <w:endnote w:type="continuationSeparator" w:id="0">
    <w:p w14:paraId="02299FA9" w14:textId="77777777" w:rsidR="00A90465" w:rsidRDefault="00A90465" w:rsidP="00297784">
      <w:r>
        <w:continuationSeparator/>
      </w:r>
    </w:p>
  </w:endnote>
  <w:endnote w:type="continuationNotice" w:id="1">
    <w:p w14:paraId="2C8B6F53" w14:textId="77777777" w:rsidR="00A90465" w:rsidRDefault="00A904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2F10" w14:textId="77777777" w:rsidR="00894A61" w:rsidRDefault="00894A61" w:rsidP="00894A61">
    <w:pPr>
      <w:pStyle w:val="Pidipagina"/>
      <w:tabs>
        <w:tab w:val="right" w:pos="10206"/>
      </w:tabs>
    </w:pPr>
  </w:p>
  <w:p w14:paraId="06034037" w14:textId="25F01CC8" w:rsidR="00EF4846" w:rsidRPr="00894A61" w:rsidRDefault="00894A61" w:rsidP="00894A61">
    <w:pPr>
      <w:pStyle w:val="Pidipagina"/>
      <w:tabs>
        <w:tab w:val="right" w:pos="10206"/>
      </w:tabs>
    </w:pPr>
    <w:r>
      <w:t xml:space="preserve">SMACT, </w:t>
    </w:r>
    <w:r w:rsidRPr="007438BC">
      <w:t>Progetti IRISS 2023</w:t>
    </w:r>
    <w:r>
      <w:t>:</w:t>
    </w:r>
    <w:r w:rsidRPr="007438BC">
      <w:t xml:space="preserve"> </w:t>
    </w:r>
    <w:r w:rsidR="00E03E47" w:rsidRPr="007438BC">
      <w:t xml:space="preserve">All. </w:t>
    </w:r>
    <w:r w:rsidR="00E03E47">
      <w:t>4</w:t>
    </w:r>
    <w:r w:rsidR="00E03E47" w:rsidRPr="007438BC">
      <w:t xml:space="preserve"> – Modello </w:t>
    </w:r>
    <w:r w:rsidR="00E03E47">
      <w:t>Procura</w:t>
    </w:r>
    <w:r w:rsidRPr="007438BC">
      <w:tab/>
      <w:t xml:space="preserve">P </w:t>
    </w:r>
    <w:r w:rsidRPr="00CA7EF8">
      <w:fldChar w:fldCharType="begin"/>
    </w:r>
    <w:r w:rsidRPr="007438BC">
      <w:instrText>PAGE  \* Arabic</w:instrText>
    </w:r>
    <w:r w:rsidRPr="00CA7EF8">
      <w:fldChar w:fldCharType="separate"/>
    </w:r>
    <w:r>
      <w:t>1</w:t>
    </w:r>
    <w:r w:rsidRPr="00CA7EF8">
      <w:fldChar w:fldCharType="end"/>
    </w:r>
    <w:r w:rsidRPr="007438BC">
      <w:t xml:space="preserve"> / </w:t>
    </w:r>
    <w:r w:rsidRPr="00CA7EF8">
      <w:fldChar w:fldCharType="begin"/>
    </w:r>
    <w:r w:rsidRPr="007438BC">
      <w:instrText xml:space="preserve"> NUMPAGES  \* MERGEFORMAT </w:instrText>
    </w:r>
    <w:r w:rsidRPr="00CA7EF8">
      <w:fldChar w:fldCharType="separate"/>
    </w:r>
    <w:r>
      <w:t>7</w:t>
    </w:r>
    <w:r w:rsidRPr="00CA7EF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585B" w14:textId="301B5903" w:rsidR="00154C4A" w:rsidRPr="00CA7EF8" w:rsidRDefault="00154C4A" w:rsidP="00297784">
    <w:pPr>
      <w:pStyle w:val="Pidipagina"/>
    </w:pPr>
  </w:p>
  <w:p w14:paraId="05E05E20" w14:textId="21A8118B" w:rsidR="000B13BD" w:rsidRPr="007438BC" w:rsidRDefault="00894A61" w:rsidP="007438BC">
    <w:pPr>
      <w:pStyle w:val="Pidipagina"/>
      <w:tabs>
        <w:tab w:val="right" w:pos="10206"/>
      </w:tabs>
    </w:pPr>
    <w:r>
      <w:t xml:space="preserve">SMACT, </w:t>
    </w:r>
    <w:r w:rsidR="007438BC" w:rsidRPr="007438BC">
      <w:t>Progetti IRISS 2023</w:t>
    </w:r>
    <w:r>
      <w:t>:</w:t>
    </w:r>
    <w:r w:rsidR="007438BC" w:rsidRPr="007438BC">
      <w:t xml:space="preserve"> </w:t>
    </w:r>
    <w:r w:rsidR="007438BC" w:rsidRPr="007438BC">
      <w:t xml:space="preserve">All. </w:t>
    </w:r>
    <w:r w:rsidR="00E03E47">
      <w:t>4</w:t>
    </w:r>
    <w:r w:rsidR="007438BC" w:rsidRPr="007438BC">
      <w:t xml:space="preserve"> – Modello </w:t>
    </w:r>
    <w:r w:rsidR="00E03E47">
      <w:t>Procura</w:t>
    </w:r>
    <w:r w:rsidR="007438BC" w:rsidRPr="007438BC">
      <w:t xml:space="preserve"> </w:t>
    </w:r>
    <w:r w:rsidR="00154C4A" w:rsidRPr="007438BC">
      <w:tab/>
      <w:t xml:space="preserve">P </w:t>
    </w:r>
    <w:r w:rsidR="00154C4A" w:rsidRPr="00CA7EF8">
      <w:fldChar w:fldCharType="begin"/>
    </w:r>
    <w:r w:rsidR="00154C4A" w:rsidRPr="007438BC">
      <w:instrText>PAGE  \* Arabic</w:instrText>
    </w:r>
    <w:r w:rsidR="00154C4A" w:rsidRPr="00CA7EF8">
      <w:fldChar w:fldCharType="separate"/>
    </w:r>
    <w:r w:rsidR="00154C4A" w:rsidRPr="007438BC">
      <w:t>2</w:t>
    </w:r>
    <w:r w:rsidR="00154C4A" w:rsidRPr="00CA7EF8">
      <w:fldChar w:fldCharType="end"/>
    </w:r>
    <w:r w:rsidR="00154C4A" w:rsidRPr="007438BC">
      <w:t xml:space="preserve"> / </w:t>
    </w:r>
    <w:r w:rsidR="00154C4A" w:rsidRPr="00CA7EF8">
      <w:fldChar w:fldCharType="begin"/>
    </w:r>
    <w:r w:rsidR="00154C4A" w:rsidRPr="007438BC">
      <w:instrText xml:space="preserve"> NUMPAGES  \* MERGEFORMAT </w:instrText>
    </w:r>
    <w:r w:rsidR="00154C4A" w:rsidRPr="00CA7EF8">
      <w:fldChar w:fldCharType="separate"/>
    </w:r>
    <w:r w:rsidR="00154C4A" w:rsidRPr="007438BC">
      <w:t>3</w:t>
    </w:r>
    <w:r w:rsidR="00154C4A" w:rsidRPr="00CA7E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98306" w14:textId="77777777" w:rsidR="00A90465" w:rsidRDefault="00A90465" w:rsidP="00297784">
      <w:r>
        <w:separator/>
      </w:r>
    </w:p>
  </w:footnote>
  <w:footnote w:type="continuationSeparator" w:id="0">
    <w:p w14:paraId="2D56E1E3" w14:textId="77777777" w:rsidR="00A90465" w:rsidRDefault="00A90465" w:rsidP="00297784">
      <w:r>
        <w:continuationSeparator/>
      </w:r>
    </w:p>
  </w:footnote>
  <w:footnote w:type="continuationNotice" w:id="1">
    <w:p w14:paraId="07AF8754" w14:textId="77777777" w:rsidR="00A90465" w:rsidRDefault="00A904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1D55" w14:textId="77777777" w:rsidR="00EF4846" w:rsidRDefault="00EF4846" w:rsidP="00297784">
    <w:pPr>
      <w:pStyle w:val="Intestazione"/>
    </w:pPr>
  </w:p>
  <w:p w14:paraId="130F7C24" w14:textId="14222BCD" w:rsidR="00EF4846" w:rsidRDefault="00EF4846" w:rsidP="002977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FDBC" w14:textId="7CF653A0" w:rsidR="000B13BD" w:rsidRDefault="00A366E1" w:rsidP="00297784">
    <w:pPr>
      <w:pStyle w:val="Intestazione"/>
    </w:pPr>
    <w:r w:rsidRPr="006C11F8">
      <w:rPr>
        <w:rFonts w:ascii="Times New Roman" w:hAnsi="Times New Roman" w:cs="Times New Roman"/>
        <w:noProof/>
        <w:kern w:val="2"/>
        <w:sz w:val="24"/>
      </w:rPr>
      <w:drawing>
        <wp:anchor distT="0" distB="0" distL="114300" distR="114300" simplePos="0" relativeHeight="251659264" behindDoc="0" locked="0" layoutInCell="1" allowOverlap="1" wp14:anchorId="10F32AC5" wp14:editId="72DF3B5D">
          <wp:simplePos x="0" y="0"/>
          <wp:positionH relativeFrom="column">
            <wp:posOffset>4505325</wp:posOffset>
          </wp:positionH>
          <wp:positionV relativeFrom="paragraph">
            <wp:posOffset>0</wp:posOffset>
          </wp:positionV>
          <wp:extent cx="1962150" cy="552450"/>
          <wp:effectExtent l="0" t="0" r="0" b="0"/>
          <wp:wrapNone/>
          <wp:docPr id="1167254161" name="Immagine 1167254161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9E1" w:rsidRPr="00EF4846">
      <w:rPr>
        <w:noProof/>
      </w:rPr>
      <w:drawing>
        <wp:inline distT="0" distB="0" distL="0" distR="0" wp14:anchorId="01E91139" wp14:editId="654656F3">
          <wp:extent cx="1251256" cy="101111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8F4C1" w14:textId="77777777" w:rsidR="004D39E1" w:rsidRDefault="004D39E1" w:rsidP="00297784">
    <w:pPr>
      <w:pStyle w:val="Intestazione"/>
    </w:pPr>
  </w:p>
  <w:p w14:paraId="61D279D6" w14:textId="77777777" w:rsidR="004D39E1" w:rsidRDefault="004D39E1" w:rsidP="002977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3F72"/>
    <w:multiLevelType w:val="hybridMultilevel"/>
    <w:tmpl w:val="61BCC9A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3D5C"/>
    <w:multiLevelType w:val="hybridMultilevel"/>
    <w:tmpl w:val="43F6B518"/>
    <w:lvl w:ilvl="0" w:tplc="FFFFFFFF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683C273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F7897"/>
    <w:multiLevelType w:val="hybridMultilevel"/>
    <w:tmpl w:val="04AC81DE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F320D"/>
    <w:multiLevelType w:val="hybridMultilevel"/>
    <w:tmpl w:val="9E8A928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70FDC"/>
    <w:multiLevelType w:val="hybridMultilevel"/>
    <w:tmpl w:val="345882C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700827">
    <w:abstractNumId w:val="3"/>
  </w:num>
  <w:num w:numId="2" w16cid:durableId="1549950548">
    <w:abstractNumId w:val="4"/>
  </w:num>
  <w:num w:numId="3" w16cid:durableId="155191372">
    <w:abstractNumId w:val="2"/>
  </w:num>
  <w:num w:numId="4" w16cid:durableId="1684897610">
    <w:abstractNumId w:val="0"/>
  </w:num>
  <w:num w:numId="5" w16cid:durableId="556016013">
    <w:abstractNumId w:val="5"/>
  </w:num>
  <w:num w:numId="6" w16cid:durableId="657459424">
    <w:abstractNumId w:val="1"/>
  </w:num>
  <w:num w:numId="7" w16cid:durableId="153380869">
    <w:abstractNumId w:val="6"/>
  </w:num>
  <w:num w:numId="8" w16cid:durableId="1364398633">
    <w:abstractNumId w:val="7"/>
  </w:num>
  <w:num w:numId="9" w16cid:durableId="1520045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oNotDisplayPageBoundaries/>
  <w:displayBackgroundShape/>
  <w:proofState w:spelling="clean" w:grammar="clean"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84"/>
    <w:rsid w:val="0000452D"/>
    <w:rsid w:val="00006650"/>
    <w:rsid w:val="000236E5"/>
    <w:rsid w:val="00056E12"/>
    <w:rsid w:val="00093472"/>
    <w:rsid w:val="000A5384"/>
    <w:rsid w:val="000B13BD"/>
    <w:rsid w:val="000E1C26"/>
    <w:rsid w:val="000F4EA2"/>
    <w:rsid w:val="0010148D"/>
    <w:rsid w:val="001260AB"/>
    <w:rsid w:val="001322E9"/>
    <w:rsid w:val="00154C4A"/>
    <w:rsid w:val="0018664C"/>
    <w:rsid w:val="001A039C"/>
    <w:rsid w:val="001A0BE6"/>
    <w:rsid w:val="00200409"/>
    <w:rsid w:val="00206399"/>
    <w:rsid w:val="002422DD"/>
    <w:rsid w:val="00251D74"/>
    <w:rsid w:val="00252667"/>
    <w:rsid w:val="00297784"/>
    <w:rsid w:val="002A187F"/>
    <w:rsid w:val="002A35C0"/>
    <w:rsid w:val="002A7490"/>
    <w:rsid w:val="002D1DBE"/>
    <w:rsid w:val="002D6C51"/>
    <w:rsid w:val="002F1230"/>
    <w:rsid w:val="002F451E"/>
    <w:rsid w:val="00301FE5"/>
    <w:rsid w:val="003027B6"/>
    <w:rsid w:val="00304199"/>
    <w:rsid w:val="00322DC7"/>
    <w:rsid w:val="00326B37"/>
    <w:rsid w:val="00350D82"/>
    <w:rsid w:val="00375DC2"/>
    <w:rsid w:val="003A3EF1"/>
    <w:rsid w:val="003C22A9"/>
    <w:rsid w:val="003F0E77"/>
    <w:rsid w:val="003F2C84"/>
    <w:rsid w:val="00413DF5"/>
    <w:rsid w:val="00414399"/>
    <w:rsid w:val="00431468"/>
    <w:rsid w:val="0044214B"/>
    <w:rsid w:val="004459F4"/>
    <w:rsid w:val="00460982"/>
    <w:rsid w:val="004623E7"/>
    <w:rsid w:val="004701BC"/>
    <w:rsid w:val="004738BF"/>
    <w:rsid w:val="00482AB2"/>
    <w:rsid w:val="004A6FB5"/>
    <w:rsid w:val="004A736B"/>
    <w:rsid w:val="004B67E7"/>
    <w:rsid w:val="004D39E1"/>
    <w:rsid w:val="004E6B4C"/>
    <w:rsid w:val="0052281B"/>
    <w:rsid w:val="00533A0E"/>
    <w:rsid w:val="005502F1"/>
    <w:rsid w:val="005537D1"/>
    <w:rsid w:val="005A51AE"/>
    <w:rsid w:val="005B37F5"/>
    <w:rsid w:val="005C5C6C"/>
    <w:rsid w:val="005E654B"/>
    <w:rsid w:val="00621934"/>
    <w:rsid w:val="0063710A"/>
    <w:rsid w:val="00662C67"/>
    <w:rsid w:val="00665D67"/>
    <w:rsid w:val="00680E05"/>
    <w:rsid w:val="006828B5"/>
    <w:rsid w:val="00685028"/>
    <w:rsid w:val="0069114A"/>
    <w:rsid w:val="006A325F"/>
    <w:rsid w:val="006D49ED"/>
    <w:rsid w:val="006E54EB"/>
    <w:rsid w:val="006F2B93"/>
    <w:rsid w:val="007438BC"/>
    <w:rsid w:val="00757C9F"/>
    <w:rsid w:val="00772DA0"/>
    <w:rsid w:val="00794455"/>
    <w:rsid w:val="007A67CB"/>
    <w:rsid w:val="007B5CA2"/>
    <w:rsid w:val="007C2834"/>
    <w:rsid w:val="007E53DB"/>
    <w:rsid w:val="0082304D"/>
    <w:rsid w:val="00825460"/>
    <w:rsid w:val="00854AA4"/>
    <w:rsid w:val="008651E9"/>
    <w:rsid w:val="00880D05"/>
    <w:rsid w:val="00885E86"/>
    <w:rsid w:val="00894A61"/>
    <w:rsid w:val="00895D2D"/>
    <w:rsid w:val="008B44C3"/>
    <w:rsid w:val="008B5381"/>
    <w:rsid w:val="008C30A0"/>
    <w:rsid w:val="008C6639"/>
    <w:rsid w:val="008E20AA"/>
    <w:rsid w:val="008E3C05"/>
    <w:rsid w:val="008E4A81"/>
    <w:rsid w:val="008F7329"/>
    <w:rsid w:val="00902254"/>
    <w:rsid w:val="00920DC1"/>
    <w:rsid w:val="009244BB"/>
    <w:rsid w:val="00925EC7"/>
    <w:rsid w:val="00981B48"/>
    <w:rsid w:val="009D75BE"/>
    <w:rsid w:val="009F2B62"/>
    <w:rsid w:val="00A02BC9"/>
    <w:rsid w:val="00A146AD"/>
    <w:rsid w:val="00A366E1"/>
    <w:rsid w:val="00A3792D"/>
    <w:rsid w:val="00A4083D"/>
    <w:rsid w:val="00A441FC"/>
    <w:rsid w:val="00A537DF"/>
    <w:rsid w:val="00A55242"/>
    <w:rsid w:val="00A763A5"/>
    <w:rsid w:val="00A845AE"/>
    <w:rsid w:val="00A90465"/>
    <w:rsid w:val="00AA01C2"/>
    <w:rsid w:val="00AB2135"/>
    <w:rsid w:val="00B06335"/>
    <w:rsid w:val="00B06C7E"/>
    <w:rsid w:val="00B11D10"/>
    <w:rsid w:val="00B3074F"/>
    <w:rsid w:val="00B32A37"/>
    <w:rsid w:val="00B37C60"/>
    <w:rsid w:val="00B4355C"/>
    <w:rsid w:val="00B52A89"/>
    <w:rsid w:val="00B52F21"/>
    <w:rsid w:val="00B83D43"/>
    <w:rsid w:val="00B952BB"/>
    <w:rsid w:val="00BB4E4D"/>
    <w:rsid w:val="00BC24A6"/>
    <w:rsid w:val="00BD42CC"/>
    <w:rsid w:val="00BE2F2E"/>
    <w:rsid w:val="00BE51EB"/>
    <w:rsid w:val="00C25692"/>
    <w:rsid w:val="00C334D4"/>
    <w:rsid w:val="00C447AD"/>
    <w:rsid w:val="00C474EF"/>
    <w:rsid w:val="00C53A77"/>
    <w:rsid w:val="00C767F3"/>
    <w:rsid w:val="00CA2615"/>
    <w:rsid w:val="00CA2995"/>
    <w:rsid w:val="00CA6030"/>
    <w:rsid w:val="00CA7EF8"/>
    <w:rsid w:val="00CB67A2"/>
    <w:rsid w:val="00CC1EA8"/>
    <w:rsid w:val="00CC3FC0"/>
    <w:rsid w:val="00CD1E8A"/>
    <w:rsid w:val="00CE0E20"/>
    <w:rsid w:val="00CF20BF"/>
    <w:rsid w:val="00D032E9"/>
    <w:rsid w:val="00D0777F"/>
    <w:rsid w:val="00D12574"/>
    <w:rsid w:val="00D21143"/>
    <w:rsid w:val="00D22ECA"/>
    <w:rsid w:val="00D3704F"/>
    <w:rsid w:val="00D82A3C"/>
    <w:rsid w:val="00D836DF"/>
    <w:rsid w:val="00D83F72"/>
    <w:rsid w:val="00D94898"/>
    <w:rsid w:val="00DA0D5D"/>
    <w:rsid w:val="00DA3FD4"/>
    <w:rsid w:val="00DB332B"/>
    <w:rsid w:val="00DD7574"/>
    <w:rsid w:val="00DE5BFD"/>
    <w:rsid w:val="00DF27E0"/>
    <w:rsid w:val="00E03E47"/>
    <w:rsid w:val="00E05970"/>
    <w:rsid w:val="00E12F6C"/>
    <w:rsid w:val="00E21A8F"/>
    <w:rsid w:val="00E56320"/>
    <w:rsid w:val="00E746A3"/>
    <w:rsid w:val="00E84F0E"/>
    <w:rsid w:val="00E86637"/>
    <w:rsid w:val="00EB0AD8"/>
    <w:rsid w:val="00EB16D1"/>
    <w:rsid w:val="00EB74C9"/>
    <w:rsid w:val="00EC4783"/>
    <w:rsid w:val="00EE388B"/>
    <w:rsid w:val="00EF4846"/>
    <w:rsid w:val="00F077E8"/>
    <w:rsid w:val="00F4293D"/>
    <w:rsid w:val="00F516CE"/>
    <w:rsid w:val="00F80019"/>
    <w:rsid w:val="00FF441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4C"/>
  <w15:chartTrackingRefBased/>
  <w15:docId w15:val="{066D7DA9-30EB-3842-A3FB-93B2F325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784"/>
    <w:pPr>
      <w:spacing w:after="120" w:line="288" w:lineRule="auto"/>
      <w:jc w:val="both"/>
    </w:pPr>
    <w:rPr>
      <w:rFonts w:ascii="Arial" w:eastAsia="Times New Roman" w:hAnsi="Arial" w:cs="Arial"/>
      <w:bCs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784"/>
    <w:pPr>
      <w:keepNext/>
      <w:keepLines/>
      <w:widowControl w:val="0"/>
      <w:numPr>
        <w:numId w:val="3"/>
      </w:numPr>
      <w:spacing w:before="600" w:line="360" w:lineRule="auto"/>
      <w:outlineLvl w:val="0"/>
    </w:pPr>
    <w:rPr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297784"/>
    <w:pPr>
      <w:keepNext/>
      <w:keepLines/>
      <w:widowControl w:val="0"/>
      <w:numPr>
        <w:ilvl w:val="1"/>
        <w:numId w:val="3"/>
      </w:numPr>
      <w:spacing w:before="480" w:line="360" w:lineRule="auto"/>
      <w:outlineLvl w:val="1"/>
    </w:pPr>
    <w:rPr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778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778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78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78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778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78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778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297784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297784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784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78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paragraph" w:styleId="NormaleWeb">
    <w:name w:val="Normal (Web)"/>
    <w:basedOn w:val="Normale"/>
    <w:uiPriority w:val="99"/>
    <w:unhideWhenUsed/>
    <w:rsid w:val="00297784"/>
    <w:rPr>
      <w:rFonts w:ascii="Times New Roman" w:hAnsi="Times New Roman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29778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7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297784"/>
    <w:pPr>
      <w:widowControl w:val="0"/>
      <w:jc w:val="center"/>
    </w:pPr>
    <w:rPr>
      <w:rFonts w:cstheme="minorHAnsi"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297784"/>
    <w:rPr>
      <w:rFonts w:ascii="Calibri" w:eastAsia="Times New Roman" w:hAnsi="Calibri" w:cs="Calibri"/>
      <w:bCs/>
      <w:lang w:eastAsia="it-IT"/>
    </w:rPr>
  </w:style>
  <w:style w:type="paragraph" w:customStyle="1" w:styleId="TestoTabelle">
    <w:name w:val="Testo Tabelle"/>
    <w:basedOn w:val="Normale"/>
    <w:qFormat/>
    <w:rsid w:val="005E654B"/>
    <w:pPr>
      <w:spacing w:after="0"/>
      <w:jc w:val="left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2A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2A89"/>
    <w:rPr>
      <w:rFonts w:ascii="Arial" w:eastAsia="Times New Roman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2A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eo/Library/CloudStorage/OneDrive-Raccoltecondivise-SMACTscpa/Condivisa%20-%20Documenti/Procedure%20e%20Template/Template%20Logo%20Sito/SMACT_Template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5" ma:contentTypeDescription="Creare un nuovo documento." ma:contentTypeScope="" ma:versionID="c435d78e381eeddad501c676f84ca49d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3fd826764570fb2d7fbdd8083811b4d6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3C47AA-C09B-C84E-A814-CEC52C4E91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20D20F-B999-4977-B718-E9C51AF1E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a3fda517-cdbd-4b7c-bd11-d49677887c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SMACT_Template_Lettera.dotx</Template>
  <TotalTime>130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Links>
    <vt:vector size="18" baseType="variant">
      <vt:variant>
        <vt:i4>2359331</vt:i4>
      </vt:variant>
      <vt:variant>
        <vt:i4>6</vt:i4>
      </vt:variant>
      <vt:variant>
        <vt:i4>0</vt:i4>
      </vt:variant>
      <vt:variant>
        <vt:i4>5</vt:i4>
      </vt:variant>
      <vt:variant>
        <vt:lpwstr>https://www.smact.cc/servizi-di-innovazione</vt:lpwstr>
      </vt:variant>
      <vt:variant>
        <vt:lpwstr/>
      </vt:variant>
      <vt:variant>
        <vt:i4>196634</vt:i4>
      </vt:variant>
      <vt:variant>
        <vt:i4>3</vt:i4>
      </vt:variant>
      <vt:variant>
        <vt:i4>0</vt:i4>
      </vt:variant>
      <vt:variant>
        <vt:i4>5</vt:i4>
      </vt:variant>
      <vt:variant>
        <vt:lpwstr>https://sdgs.un.org/goals</vt:lpwstr>
      </vt:variant>
      <vt:variant>
        <vt:lpwstr/>
      </vt:variant>
      <vt:variant>
        <vt:i4>6422574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https://ec.europa.eu/research/participants/data/ref/h2020/wp/2014_2015/annexes/h2020-wp1415-annex-g-trl_en.pdf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Faggin</dc:creator>
  <cp:keywords/>
  <dc:description/>
  <cp:lastModifiedBy>Matteo Faggin</cp:lastModifiedBy>
  <cp:revision>149</cp:revision>
  <dcterms:created xsi:type="dcterms:W3CDTF">2023-04-10T05:59:00Z</dcterms:created>
  <dcterms:modified xsi:type="dcterms:W3CDTF">2023-06-27T20:26:00Z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  <property fmtid="{D5CDD505-2E9C-101B-9397-08002B2CF9AE}" pid="3" name="MediaServiceImageTags">
    <vt:lpwstr/>
  </property>
</Properties>
</file>