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06EE" w14:textId="77777777" w:rsidR="003F0E77" w:rsidRPr="00297784" w:rsidRDefault="003F0E77" w:rsidP="00297784"/>
    <w:p w14:paraId="47E6D92E" w14:textId="75BE4859" w:rsidR="00297784" w:rsidRPr="00297784" w:rsidRDefault="00B37FFE" w:rsidP="00297784">
      <w:pPr>
        <w:jc w:val="center"/>
        <w:rPr>
          <w:b/>
          <w:bCs w:val="0"/>
        </w:rPr>
      </w:pPr>
      <w:r w:rsidRPr="00297784">
        <w:rPr>
          <w:b/>
          <w:bCs w:val="0"/>
          <w:sz w:val="32"/>
          <w:szCs w:val="36"/>
        </w:rPr>
        <w:t xml:space="preserve">ALLEGATO </w:t>
      </w:r>
      <w:r>
        <w:rPr>
          <w:b/>
          <w:bCs w:val="0"/>
          <w:sz w:val="32"/>
          <w:szCs w:val="36"/>
        </w:rPr>
        <w:t>5</w:t>
      </w:r>
      <w:r w:rsidRPr="00297784">
        <w:rPr>
          <w:b/>
          <w:bCs w:val="0"/>
          <w:sz w:val="32"/>
          <w:szCs w:val="36"/>
        </w:rPr>
        <w:br/>
      </w:r>
      <w:r w:rsidRPr="00B37FFE">
        <w:rPr>
          <w:b/>
          <w:bCs w:val="0"/>
          <w:sz w:val="32"/>
          <w:szCs w:val="36"/>
        </w:rPr>
        <w:t>MODELLO DI IMPEGNO ALLA COSTITUZIONE DEL PARTENARIATO</w:t>
      </w:r>
      <w:r w:rsidRPr="00297784">
        <w:rPr>
          <w:b/>
          <w:bCs w:val="0"/>
          <w:sz w:val="32"/>
          <w:szCs w:val="36"/>
        </w:rPr>
        <w:br/>
      </w:r>
    </w:p>
    <w:p w14:paraId="7E269EB6" w14:textId="77777777" w:rsidR="00297784" w:rsidRPr="00297784" w:rsidRDefault="00297784" w:rsidP="00297784">
      <w:pPr>
        <w:jc w:val="center"/>
        <w:rPr>
          <w:b/>
        </w:rPr>
      </w:pPr>
      <w:r w:rsidRPr="00297784">
        <w:t>BANDO SELEZIONE PROGETTI DI INNOVAZIONE, RICERCA INDUSTRIALE E SVILUPPO SPERIMENTALE</w:t>
      </w:r>
    </w:p>
    <w:p w14:paraId="2AA3A6A0" w14:textId="5882956B" w:rsidR="00297784" w:rsidRPr="00297784" w:rsidRDefault="00297784" w:rsidP="00297784">
      <w:pPr>
        <w:jc w:val="center"/>
      </w:pPr>
      <w:r w:rsidRPr="00297784">
        <w:t xml:space="preserve">(ver. </w:t>
      </w:r>
      <w:r w:rsidR="00295795">
        <w:t>30.06.</w:t>
      </w:r>
      <w:r w:rsidRPr="00297784">
        <w:t>202</w:t>
      </w:r>
      <w:r>
        <w:t>3</w:t>
      </w:r>
      <w:r w:rsidRPr="00297784">
        <w:t>)</w:t>
      </w:r>
    </w:p>
    <w:p w14:paraId="633C215D" w14:textId="77777777" w:rsidR="00297784" w:rsidRPr="00297784" w:rsidRDefault="00297784" w:rsidP="00297784"/>
    <w:p w14:paraId="14D8D371" w14:textId="77777777" w:rsidR="00297784" w:rsidRPr="00297784" w:rsidRDefault="00297784" w:rsidP="00297784"/>
    <w:p w14:paraId="5D3443AE" w14:textId="77777777" w:rsidR="00297784" w:rsidRPr="00297784" w:rsidRDefault="00297784" w:rsidP="00297784"/>
    <w:p w14:paraId="39155BCE" w14:textId="77777777" w:rsidR="00297784" w:rsidRDefault="00297784" w:rsidP="00297784"/>
    <w:p w14:paraId="61919C37" w14:textId="77777777" w:rsidR="00297784" w:rsidRDefault="00297784" w:rsidP="00297784"/>
    <w:p w14:paraId="137CD86E" w14:textId="77777777" w:rsidR="00297784" w:rsidRDefault="00297784" w:rsidP="00297784"/>
    <w:p w14:paraId="1BD3C3A3" w14:textId="77777777" w:rsidR="00297784" w:rsidRDefault="00297784" w:rsidP="00297784"/>
    <w:p w14:paraId="271DB8CB" w14:textId="77777777" w:rsidR="00297784" w:rsidRDefault="00297784" w:rsidP="00297784"/>
    <w:p w14:paraId="369C5451" w14:textId="77777777" w:rsidR="00297784" w:rsidRPr="00297784" w:rsidRDefault="00297784" w:rsidP="00297784"/>
    <w:p w14:paraId="2234B15C" w14:textId="77777777" w:rsidR="00297784" w:rsidRDefault="00297784" w:rsidP="00297784"/>
    <w:p w14:paraId="5001EBDD" w14:textId="77777777" w:rsidR="00B52A89" w:rsidRDefault="00B52A89" w:rsidP="00297784"/>
    <w:p w14:paraId="54A96452" w14:textId="77777777" w:rsidR="005C5C6C" w:rsidRDefault="005C5C6C" w:rsidP="00297784"/>
    <w:p w14:paraId="52352E32" w14:textId="77777777" w:rsidR="005C5C6C" w:rsidRDefault="005C5C6C" w:rsidP="00297784"/>
    <w:p w14:paraId="1657E397" w14:textId="77777777" w:rsidR="005C5C6C" w:rsidRDefault="005C5C6C" w:rsidP="00297784"/>
    <w:p w14:paraId="615E1839" w14:textId="77777777" w:rsidR="00B52A89" w:rsidRPr="00297784" w:rsidRDefault="00B52A89" w:rsidP="00297784"/>
    <w:p w14:paraId="7F89D5EB" w14:textId="2BAA8280" w:rsidR="00297784" w:rsidRPr="00297784" w:rsidRDefault="00297784" w:rsidP="005C5C6C">
      <w:r w:rsidRPr="00297784">
        <w:br w:type="page"/>
      </w:r>
    </w:p>
    <w:p w14:paraId="171141D2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lastRenderedPageBreak/>
        <w:t>Il/La sottoscritto/a</w:t>
      </w:r>
      <w:r w:rsidRPr="00EE388B">
        <w:rPr>
          <w:bCs w:val="0"/>
          <w:szCs w:val="22"/>
        </w:rPr>
        <w:tab/>
        <w:t>[Nome Cognome]</w:t>
      </w:r>
    </w:p>
    <w:p w14:paraId="0C16CFD0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622F0CB7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in qualità di titolare/legale rappresentante dell’impresa</w:t>
      </w:r>
    </w:p>
    <w:p w14:paraId="4207C47D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ab/>
        <w:t>[Ragione Sociale]</w:t>
      </w:r>
    </w:p>
    <w:p w14:paraId="3F09BA7D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con C.F. e P.IVA</w:t>
      </w:r>
      <w:r w:rsidRPr="00EE388B">
        <w:rPr>
          <w:bCs w:val="0"/>
          <w:szCs w:val="22"/>
        </w:rPr>
        <w:tab/>
        <w:t>[CF e P.IVA]</w:t>
      </w:r>
    </w:p>
    <w:p w14:paraId="172A42FD" w14:textId="42B78000" w:rsidR="00EB16D1" w:rsidRDefault="00051426" w:rsidP="00EE388B">
      <w:pPr>
        <w:tabs>
          <w:tab w:val="left" w:pos="2127"/>
        </w:tabs>
        <w:rPr>
          <w:bCs w:val="0"/>
          <w:szCs w:val="22"/>
        </w:rPr>
      </w:pPr>
      <w:r>
        <w:rPr>
          <w:bCs w:val="0"/>
          <w:szCs w:val="22"/>
        </w:rPr>
        <w:t xml:space="preserve">coordinatore della proposta progettuale </w:t>
      </w:r>
      <w:r w:rsidRPr="00EE388B">
        <w:rPr>
          <w:bCs w:val="0"/>
          <w:szCs w:val="22"/>
        </w:rPr>
        <w:t>[</w:t>
      </w:r>
      <w:r w:rsidR="006256ED">
        <w:rPr>
          <w:bCs w:val="0"/>
          <w:szCs w:val="22"/>
        </w:rPr>
        <w:t>Nome Progetto</w:t>
      </w:r>
      <w:r w:rsidRPr="00EE388B">
        <w:rPr>
          <w:bCs w:val="0"/>
          <w:szCs w:val="22"/>
        </w:rPr>
        <w:t>]</w:t>
      </w:r>
    </w:p>
    <w:p w14:paraId="4B0239C0" w14:textId="77777777" w:rsidR="00051426" w:rsidRDefault="00051426" w:rsidP="00EE388B">
      <w:pPr>
        <w:tabs>
          <w:tab w:val="left" w:pos="2127"/>
        </w:tabs>
        <w:rPr>
          <w:bCs w:val="0"/>
          <w:szCs w:val="22"/>
        </w:rPr>
      </w:pPr>
    </w:p>
    <w:p w14:paraId="52EF28AE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Il/La sottoscritto/a</w:t>
      </w:r>
      <w:r w:rsidRPr="00EE388B">
        <w:rPr>
          <w:bCs w:val="0"/>
          <w:szCs w:val="22"/>
        </w:rPr>
        <w:tab/>
        <w:t>[Nome Cognome]</w:t>
      </w:r>
    </w:p>
    <w:p w14:paraId="3BF88682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484D0743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in qualità di titolare/legale rappresentante dell’impresa</w:t>
      </w:r>
    </w:p>
    <w:p w14:paraId="4E1C6D9B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ab/>
        <w:t>[Ragione Sociale]</w:t>
      </w:r>
    </w:p>
    <w:p w14:paraId="33A5AC1A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con C.F. e P.IVA</w:t>
      </w:r>
      <w:r w:rsidRPr="00EE388B">
        <w:rPr>
          <w:bCs w:val="0"/>
          <w:szCs w:val="22"/>
        </w:rPr>
        <w:tab/>
        <w:t>[CF e P.IVA]</w:t>
      </w:r>
    </w:p>
    <w:p w14:paraId="627FD338" w14:textId="2ABCCDC9" w:rsidR="006256ED" w:rsidRDefault="006256ED" w:rsidP="006256ED">
      <w:pPr>
        <w:tabs>
          <w:tab w:val="left" w:pos="2127"/>
        </w:tabs>
        <w:rPr>
          <w:bCs w:val="0"/>
          <w:szCs w:val="22"/>
        </w:rPr>
      </w:pPr>
      <w:r>
        <w:rPr>
          <w:bCs w:val="0"/>
          <w:szCs w:val="22"/>
        </w:rPr>
        <w:t xml:space="preserve">co-proponente della proposta progettuale </w:t>
      </w:r>
      <w:r w:rsidRPr="00EE388B">
        <w:rPr>
          <w:bCs w:val="0"/>
          <w:szCs w:val="22"/>
        </w:rPr>
        <w:t>[</w:t>
      </w:r>
      <w:r>
        <w:rPr>
          <w:bCs w:val="0"/>
          <w:szCs w:val="22"/>
        </w:rPr>
        <w:t>Nome Progetto</w:t>
      </w:r>
      <w:r w:rsidRPr="00EE388B">
        <w:rPr>
          <w:bCs w:val="0"/>
          <w:szCs w:val="22"/>
        </w:rPr>
        <w:t>]</w:t>
      </w:r>
    </w:p>
    <w:p w14:paraId="7A1C66A8" w14:textId="77777777" w:rsidR="00051426" w:rsidRDefault="00051426" w:rsidP="00EE388B">
      <w:pPr>
        <w:tabs>
          <w:tab w:val="left" w:pos="2127"/>
        </w:tabs>
        <w:rPr>
          <w:bCs w:val="0"/>
          <w:szCs w:val="22"/>
        </w:rPr>
      </w:pPr>
    </w:p>
    <w:p w14:paraId="2CC5991A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Il/La sottoscritto/a</w:t>
      </w:r>
      <w:r w:rsidRPr="00EE388B">
        <w:rPr>
          <w:bCs w:val="0"/>
          <w:szCs w:val="22"/>
        </w:rPr>
        <w:tab/>
        <w:t>[Nome Cognome]</w:t>
      </w:r>
    </w:p>
    <w:p w14:paraId="338F3C88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19120F31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in qualità di titolare/legale rappresentante dell’impresa</w:t>
      </w:r>
    </w:p>
    <w:p w14:paraId="64DD7FD9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ab/>
        <w:t>[Ragione Sociale]</w:t>
      </w:r>
    </w:p>
    <w:p w14:paraId="207E98C0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con C.F. e P.IVA</w:t>
      </w:r>
      <w:r w:rsidRPr="00EE388B">
        <w:rPr>
          <w:bCs w:val="0"/>
          <w:szCs w:val="22"/>
        </w:rPr>
        <w:tab/>
        <w:t>[CF e P.IVA]</w:t>
      </w:r>
    </w:p>
    <w:p w14:paraId="574D1DBE" w14:textId="77777777" w:rsidR="006256ED" w:rsidRDefault="006256ED" w:rsidP="006256ED">
      <w:pPr>
        <w:tabs>
          <w:tab w:val="left" w:pos="2127"/>
        </w:tabs>
        <w:rPr>
          <w:bCs w:val="0"/>
          <w:szCs w:val="22"/>
        </w:rPr>
      </w:pPr>
      <w:r>
        <w:rPr>
          <w:bCs w:val="0"/>
          <w:szCs w:val="22"/>
        </w:rPr>
        <w:t xml:space="preserve">co-proponente della proposta progettuale </w:t>
      </w:r>
      <w:r w:rsidRPr="00EE388B">
        <w:rPr>
          <w:bCs w:val="0"/>
          <w:szCs w:val="22"/>
        </w:rPr>
        <w:t>[</w:t>
      </w:r>
      <w:r>
        <w:rPr>
          <w:bCs w:val="0"/>
          <w:szCs w:val="22"/>
        </w:rPr>
        <w:t>Nome Progetto</w:t>
      </w:r>
      <w:r w:rsidRPr="00EE388B">
        <w:rPr>
          <w:bCs w:val="0"/>
          <w:szCs w:val="22"/>
        </w:rPr>
        <w:t>]</w:t>
      </w:r>
    </w:p>
    <w:p w14:paraId="4E3D98FF" w14:textId="2D05550D" w:rsidR="00051426" w:rsidRDefault="006256ED" w:rsidP="00EE388B">
      <w:pPr>
        <w:tabs>
          <w:tab w:val="left" w:pos="2127"/>
        </w:tabs>
        <w:rPr>
          <w:bCs w:val="0"/>
          <w:szCs w:val="22"/>
        </w:rPr>
      </w:pPr>
      <w:r>
        <w:rPr>
          <w:bCs w:val="0"/>
          <w:szCs w:val="22"/>
        </w:rPr>
        <w:t>[ripetere per ciascun proponente]</w:t>
      </w:r>
    </w:p>
    <w:p w14:paraId="1ACC7A38" w14:textId="77777777" w:rsidR="006256ED" w:rsidRDefault="006256ED" w:rsidP="005A12AF">
      <w:pPr>
        <w:spacing w:before="100" w:beforeAutospacing="1" w:after="100" w:afterAutospacing="1" w:line="240" w:lineRule="auto"/>
        <w:jc w:val="left"/>
        <w:rPr>
          <w:rFonts w:ascii="Calibri" w:hAnsi="Calibri" w:cs="Calibri"/>
          <w:bCs w:val="0"/>
          <w:sz w:val="24"/>
        </w:rPr>
      </w:pPr>
    </w:p>
    <w:p w14:paraId="2F75C8E8" w14:textId="7446BC43" w:rsidR="005A12AF" w:rsidRPr="005A12AF" w:rsidRDefault="005A12AF" w:rsidP="005A12AF">
      <w:pPr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bCs w:val="0"/>
          <w:sz w:val="24"/>
        </w:rPr>
      </w:pPr>
      <w:r w:rsidRPr="005A12AF">
        <w:rPr>
          <w:rFonts w:ascii="Calibri" w:hAnsi="Calibri" w:cs="Calibri"/>
          <w:b/>
          <w:sz w:val="24"/>
        </w:rPr>
        <w:t>DICHIARA</w:t>
      </w:r>
      <w:r w:rsidR="006256ED">
        <w:rPr>
          <w:rFonts w:ascii="Calibri" w:hAnsi="Calibri" w:cs="Calibri"/>
          <w:b/>
          <w:sz w:val="24"/>
        </w:rPr>
        <w:t>NO</w:t>
      </w:r>
    </w:p>
    <w:p w14:paraId="54A9266D" w14:textId="4D340705" w:rsidR="005A12AF" w:rsidRPr="005A12AF" w:rsidRDefault="005A12AF" w:rsidP="005A12AF">
      <w:pPr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bCs w:val="0"/>
          <w:sz w:val="24"/>
        </w:rPr>
      </w:pPr>
      <w:r w:rsidRPr="005A12AF">
        <w:rPr>
          <w:rFonts w:ascii="Calibri" w:hAnsi="Calibri" w:cs="Calibri"/>
          <w:bCs w:val="0"/>
          <w:sz w:val="24"/>
        </w:rPr>
        <w:t xml:space="preserve">di impegnarsi a sottoscrivere, entro </w:t>
      </w:r>
      <w:proofErr w:type="gramStart"/>
      <w:r w:rsidRPr="005A12AF">
        <w:rPr>
          <w:rFonts w:ascii="Calibri" w:hAnsi="Calibri" w:cs="Calibri"/>
          <w:bCs w:val="0"/>
          <w:sz w:val="24"/>
        </w:rPr>
        <w:t>2</w:t>
      </w:r>
      <w:proofErr w:type="gramEnd"/>
      <w:r w:rsidRPr="005A12AF">
        <w:rPr>
          <w:rFonts w:ascii="Calibri" w:hAnsi="Calibri" w:cs="Calibri"/>
          <w:bCs w:val="0"/>
          <w:sz w:val="24"/>
        </w:rPr>
        <w:t xml:space="preserve"> mesi dalla comunicazione di ammissione al finanziamento, un accordo di partenariato (in forma libera).</w:t>
      </w:r>
    </w:p>
    <w:p w14:paraId="6208F22C" w14:textId="77777777" w:rsidR="00EE388B" w:rsidRPr="00EE388B" w:rsidRDefault="00EE388B" w:rsidP="00EE388B">
      <w:pPr>
        <w:rPr>
          <w:bCs w:val="0"/>
          <w:szCs w:val="22"/>
        </w:rPr>
      </w:pPr>
    </w:p>
    <w:p w14:paraId="0C3F7A19" w14:textId="77777777" w:rsid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[Città], lì [data]</w:t>
      </w:r>
    </w:p>
    <w:p w14:paraId="0CB03AB3" w14:textId="77777777" w:rsidR="00F4293D" w:rsidRDefault="00F4293D" w:rsidP="00EE388B">
      <w:pPr>
        <w:rPr>
          <w:bCs w:val="0"/>
          <w:szCs w:val="22"/>
        </w:rPr>
      </w:pPr>
    </w:p>
    <w:p w14:paraId="1D4406DE" w14:textId="77777777" w:rsidR="009838B2" w:rsidRPr="00EE388B" w:rsidRDefault="009838B2" w:rsidP="00EE388B">
      <w:pPr>
        <w:rPr>
          <w:bCs w:val="0"/>
          <w:szCs w:val="22"/>
        </w:rPr>
      </w:pPr>
    </w:p>
    <w:p w14:paraId="7A3BCB13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_________________________</w:t>
      </w:r>
    </w:p>
    <w:p w14:paraId="62EA885E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[Nome Cognome]</w:t>
      </w:r>
    </w:p>
    <w:p w14:paraId="7EBD4CF3" w14:textId="77777777" w:rsidR="009838B2" w:rsidRDefault="009838B2" w:rsidP="009838B2">
      <w:pPr>
        <w:rPr>
          <w:bCs w:val="0"/>
          <w:szCs w:val="22"/>
        </w:rPr>
      </w:pPr>
    </w:p>
    <w:p w14:paraId="3F3E0595" w14:textId="77777777" w:rsidR="009838B2" w:rsidRDefault="009838B2" w:rsidP="009838B2">
      <w:pPr>
        <w:rPr>
          <w:bCs w:val="0"/>
          <w:szCs w:val="22"/>
        </w:rPr>
      </w:pPr>
    </w:p>
    <w:p w14:paraId="551F35FD" w14:textId="77777777" w:rsidR="009838B2" w:rsidRPr="00EE388B" w:rsidRDefault="009838B2" w:rsidP="009838B2">
      <w:pPr>
        <w:rPr>
          <w:bCs w:val="0"/>
          <w:szCs w:val="22"/>
        </w:rPr>
      </w:pPr>
    </w:p>
    <w:p w14:paraId="4968EFFB" w14:textId="77777777" w:rsidR="009838B2" w:rsidRPr="00EE388B" w:rsidRDefault="009838B2" w:rsidP="009838B2">
      <w:pPr>
        <w:rPr>
          <w:bCs w:val="0"/>
          <w:szCs w:val="22"/>
        </w:rPr>
      </w:pPr>
      <w:r w:rsidRPr="00EE388B">
        <w:rPr>
          <w:bCs w:val="0"/>
          <w:szCs w:val="22"/>
        </w:rPr>
        <w:t>_________________________</w:t>
      </w:r>
    </w:p>
    <w:p w14:paraId="59CB5BA1" w14:textId="77777777" w:rsidR="009838B2" w:rsidRPr="00EE388B" w:rsidRDefault="009838B2" w:rsidP="009838B2">
      <w:pPr>
        <w:rPr>
          <w:bCs w:val="0"/>
          <w:szCs w:val="22"/>
        </w:rPr>
      </w:pPr>
      <w:r w:rsidRPr="00EE388B">
        <w:rPr>
          <w:bCs w:val="0"/>
          <w:szCs w:val="22"/>
        </w:rPr>
        <w:t>[Nome Cognome]</w:t>
      </w:r>
    </w:p>
    <w:p w14:paraId="69871B75" w14:textId="77777777" w:rsidR="009838B2" w:rsidRPr="00EE388B" w:rsidRDefault="009838B2" w:rsidP="009838B2">
      <w:pPr>
        <w:rPr>
          <w:bCs w:val="0"/>
          <w:szCs w:val="22"/>
        </w:rPr>
      </w:pPr>
    </w:p>
    <w:p w14:paraId="4442F105" w14:textId="77777777" w:rsidR="009838B2" w:rsidRDefault="009838B2" w:rsidP="009838B2">
      <w:pPr>
        <w:rPr>
          <w:bCs w:val="0"/>
          <w:szCs w:val="22"/>
        </w:rPr>
      </w:pPr>
    </w:p>
    <w:p w14:paraId="57252707" w14:textId="77777777" w:rsidR="009838B2" w:rsidRPr="00EE388B" w:rsidRDefault="009838B2" w:rsidP="009838B2">
      <w:pPr>
        <w:rPr>
          <w:bCs w:val="0"/>
          <w:szCs w:val="22"/>
        </w:rPr>
      </w:pPr>
    </w:p>
    <w:p w14:paraId="47572C0E" w14:textId="77777777" w:rsidR="009838B2" w:rsidRPr="00EE388B" w:rsidRDefault="009838B2" w:rsidP="009838B2">
      <w:pPr>
        <w:rPr>
          <w:bCs w:val="0"/>
          <w:szCs w:val="22"/>
        </w:rPr>
      </w:pPr>
      <w:r w:rsidRPr="00EE388B">
        <w:rPr>
          <w:bCs w:val="0"/>
          <w:szCs w:val="22"/>
        </w:rPr>
        <w:t>_________________________</w:t>
      </w:r>
    </w:p>
    <w:p w14:paraId="7642003B" w14:textId="77777777" w:rsidR="009838B2" w:rsidRPr="00EE388B" w:rsidRDefault="009838B2" w:rsidP="009838B2">
      <w:pPr>
        <w:rPr>
          <w:bCs w:val="0"/>
          <w:szCs w:val="22"/>
        </w:rPr>
      </w:pPr>
      <w:r w:rsidRPr="00EE388B">
        <w:rPr>
          <w:bCs w:val="0"/>
          <w:szCs w:val="22"/>
        </w:rPr>
        <w:t>[Nome Cognome]</w:t>
      </w:r>
    </w:p>
    <w:p w14:paraId="5D0FCDE5" w14:textId="77777777" w:rsidR="009838B2" w:rsidRPr="00EE388B" w:rsidRDefault="009838B2" w:rsidP="009838B2">
      <w:pPr>
        <w:rPr>
          <w:bCs w:val="0"/>
          <w:szCs w:val="22"/>
        </w:rPr>
      </w:pPr>
    </w:p>
    <w:p w14:paraId="6784EB6F" w14:textId="77777777" w:rsidR="00EE388B" w:rsidRPr="00EE388B" w:rsidRDefault="00EE388B" w:rsidP="00EE388B">
      <w:pPr>
        <w:rPr>
          <w:bCs w:val="0"/>
          <w:szCs w:val="22"/>
        </w:rPr>
      </w:pPr>
    </w:p>
    <w:p w14:paraId="7148FE74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(Firma autografa o digitale ai sensi del D. lgs. n. 82/2005) - allegare copia documento di identità</w:t>
      </w:r>
    </w:p>
    <w:sectPr w:rsidR="00EE388B" w:rsidRPr="00EE388B" w:rsidSect="004D39E1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851" w:right="851" w:bottom="680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367AF" w14:textId="77777777" w:rsidR="0062769A" w:rsidRDefault="0062769A" w:rsidP="00297784">
      <w:r>
        <w:separator/>
      </w:r>
    </w:p>
  </w:endnote>
  <w:endnote w:type="continuationSeparator" w:id="0">
    <w:p w14:paraId="0E544F98" w14:textId="77777777" w:rsidR="0062769A" w:rsidRDefault="0062769A" w:rsidP="00297784">
      <w:r>
        <w:continuationSeparator/>
      </w:r>
    </w:p>
  </w:endnote>
  <w:endnote w:type="continuationNotice" w:id="1">
    <w:p w14:paraId="2CB41FEE" w14:textId="77777777" w:rsidR="0062769A" w:rsidRDefault="006276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452A8834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>Progetti IRISS 2023</w:t>
    </w:r>
    <w:r>
      <w:t>:</w:t>
    </w:r>
    <w:r w:rsidRPr="007438BC">
      <w:t xml:space="preserve"> </w:t>
    </w:r>
    <w:r w:rsidRPr="007438BC">
      <w:t xml:space="preserve">All. </w:t>
    </w:r>
    <w:r w:rsidR="003B0E76">
      <w:t>5</w:t>
    </w:r>
    <w:r w:rsidRPr="007438BC">
      <w:t xml:space="preserve"> – </w:t>
    </w:r>
    <w:r w:rsidR="003B0E76">
      <w:t>Impegno al</w:t>
    </w:r>
    <w:r w:rsidR="004E7DAA">
      <w:t xml:space="preserve"> parternariato</w:t>
    </w:r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037F7D42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2023</w:t>
    </w:r>
    <w:r>
      <w:t>:</w:t>
    </w:r>
    <w:r w:rsidR="007438BC" w:rsidRPr="007438BC">
      <w:t xml:space="preserve"> </w:t>
    </w:r>
    <w:r w:rsidR="007438BC" w:rsidRPr="007438BC">
      <w:t xml:space="preserve">All. 1 – Modello Piano di Intervento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E34D0" w14:textId="77777777" w:rsidR="0062769A" w:rsidRDefault="0062769A" w:rsidP="00297784">
      <w:r>
        <w:separator/>
      </w:r>
    </w:p>
  </w:footnote>
  <w:footnote w:type="continuationSeparator" w:id="0">
    <w:p w14:paraId="2A1DE932" w14:textId="77777777" w:rsidR="0062769A" w:rsidRDefault="0062769A" w:rsidP="00297784">
      <w:r>
        <w:continuationSeparator/>
      </w:r>
    </w:p>
  </w:footnote>
  <w:footnote w:type="continuationNotice" w:id="1">
    <w:p w14:paraId="7183BDBE" w14:textId="77777777" w:rsidR="0062769A" w:rsidRDefault="006276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7BD8525C" w:rsidR="000B13BD" w:rsidRDefault="00866B56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9264" behindDoc="0" locked="0" layoutInCell="1" allowOverlap="1" wp14:anchorId="34DC94F9" wp14:editId="2E6B7D04">
          <wp:simplePos x="0" y="0"/>
          <wp:positionH relativeFrom="column">
            <wp:posOffset>4476750</wp:posOffset>
          </wp:positionH>
          <wp:positionV relativeFrom="paragraph">
            <wp:posOffset>47625</wp:posOffset>
          </wp:positionV>
          <wp:extent cx="1962150" cy="552450"/>
          <wp:effectExtent l="0" t="0" r="0" b="0"/>
          <wp:wrapNone/>
          <wp:docPr id="1167254161" name="Immagine 1167254161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654656F3">
          <wp:extent cx="1251256" cy="101111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700827">
    <w:abstractNumId w:val="3"/>
  </w:num>
  <w:num w:numId="2" w16cid:durableId="1549950548">
    <w:abstractNumId w:val="4"/>
  </w:num>
  <w:num w:numId="3" w16cid:durableId="155191372">
    <w:abstractNumId w:val="2"/>
  </w:num>
  <w:num w:numId="4" w16cid:durableId="1684897610">
    <w:abstractNumId w:val="0"/>
  </w:num>
  <w:num w:numId="5" w16cid:durableId="556016013">
    <w:abstractNumId w:val="5"/>
  </w:num>
  <w:num w:numId="6" w16cid:durableId="657459424">
    <w:abstractNumId w:val="1"/>
  </w:num>
  <w:num w:numId="7" w16cid:durableId="153380869">
    <w:abstractNumId w:val="6"/>
  </w:num>
  <w:num w:numId="8" w16cid:durableId="1364398633">
    <w:abstractNumId w:val="7"/>
  </w:num>
  <w:num w:numId="9" w16cid:durableId="1520045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oNotDisplayPageBoundaries/>
  <w:displayBackgroundShape/>
  <w:proofState w:spelling="clean" w:grammar="clean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452D"/>
    <w:rsid w:val="00006650"/>
    <w:rsid w:val="000236E5"/>
    <w:rsid w:val="00051426"/>
    <w:rsid w:val="00056E12"/>
    <w:rsid w:val="00093472"/>
    <w:rsid w:val="000A5384"/>
    <w:rsid w:val="000B13BD"/>
    <w:rsid w:val="000E1C26"/>
    <w:rsid w:val="000F4EA2"/>
    <w:rsid w:val="0010148D"/>
    <w:rsid w:val="001260AB"/>
    <w:rsid w:val="001322E9"/>
    <w:rsid w:val="00154C4A"/>
    <w:rsid w:val="0018664C"/>
    <w:rsid w:val="001A039C"/>
    <w:rsid w:val="001A0BE6"/>
    <w:rsid w:val="00200409"/>
    <w:rsid w:val="00206399"/>
    <w:rsid w:val="002422DD"/>
    <w:rsid w:val="00251D74"/>
    <w:rsid w:val="00252667"/>
    <w:rsid w:val="00295795"/>
    <w:rsid w:val="00297784"/>
    <w:rsid w:val="002A187F"/>
    <w:rsid w:val="002A35C0"/>
    <w:rsid w:val="002D1DBE"/>
    <w:rsid w:val="002D6C51"/>
    <w:rsid w:val="002F1230"/>
    <w:rsid w:val="002F451E"/>
    <w:rsid w:val="00301FE5"/>
    <w:rsid w:val="003027B6"/>
    <w:rsid w:val="00304199"/>
    <w:rsid w:val="00322DC7"/>
    <w:rsid w:val="00326B37"/>
    <w:rsid w:val="00350D82"/>
    <w:rsid w:val="00375DC2"/>
    <w:rsid w:val="003A3EF1"/>
    <w:rsid w:val="003B0E76"/>
    <w:rsid w:val="003C22A9"/>
    <w:rsid w:val="003F0E77"/>
    <w:rsid w:val="003F2C84"/>
    <w:rsid w:val="00413DF5"/>
    <w:rsid w:val="00414399"/>
    <w:rsid w:val="00431468"/>
    <w:rsid w:val="0044214B"/>
    <w:rsid w:val="004459F4"/>
    <w:rsid w:val="00460982"/>
    <w:rsid w:val="004623E7"/>
    <w:rsid w:val="004701BC"/>
    <w:rsid w:val="004738BF"/>
    <w:rsid w:val="00482AB2"/>
    <w:rsid w:val="004A6FB5"/>
    <w:rsid w:val="004A736B"/>
    <w:rsid w:val="004B67E7"/>
    <w:rsid w:val="004D39E1"/>
    <w:rsid w:val="004E143F"/>
    <w:rsid w:val="004E7DAA"/>
    <w:rsid w:val="0052281B"/>
    <w:rsid w:val="00533A0E"/>
    <w:rsid w:val="005502F1"/>
    <w:rsid w:val="005537D1"/>
    <w:rsid w:val="005A12AF"/>
    <w:rsid w:val="005A51AE"/>
    <w:rsid w:val="005C5C6C"/>
    <w:rsid w:val="005E654B"/>
    <w:rsid w:val="00621934"/>
    <w:rsid w:val="006256ED"/>
    <w:rsid w:val="0062769A"/>
    <w:rsid w:val="0063710A"/>
    <w:rsid w:val="00662C67"/>
    <w:rsid w:val="00665D67"/>
    <w:rsid w:val="00680E05"/>
    <w:rsid w:val="006828B5"/>
    <w:rsid w:val="00685028"/>
    <w:rsid w:val="0069114A"/>
    <w:rsid w:val="006A325F"/>
    <w:rsid w:val="006D49ED"/>
    <w:rsid w:val="006E54EB"/>
    <w:rsid w:val="006F2B93"/>
    <w:rsid w:val="007438BC"/>
    <w:rsid w:val="00757C9F"/>
    <w:rsid w:val="00772DA0"/>
    <w:rsid w:val="00787C43"/>
    <w:rsid w:val="00794455"/>
    <w:rsid w:val="007A67CB"/>
    <w:rsid w:val="007B5CA2"/>
    <w:rsid w:val="007C2834"/>
    <w:rsid w:val="007E53DB"/>
    <w:rsid w:val="0082304D"/>
    <w:rsid w:val="00825460"/>
    <w:rsid w:val="00854AA4"/>
    <w:rsid w:val="008651E9"/>
    <w:rsid w:val="00866B56"/>
    <w:rsid w:val="00880D05"/>
    <w:rsid w:val="00885E86"/>
    <w:rsid w:val="00894A61"/>
    <w:rsid w:val="00895D2D"/>
    <w:rsid w:val="008B44C3"/>
    <w:rsid w:val="008B5381"/>
    <w:rsid w:val="008C30A0"/>
    <w:rsid w:val="008C6639"/>
    <w:rsid w:val="008E20AA"/>
    <w:rsid w:val="008E3C05"/>
    <w:rsid w:val="008E4A81"/>
    <w:rsid w:val="008F7329"/>
    <w:rsid w:val="00902254"/>
    <w:rsid w:val="00920DC1"/>
    <w:rsid w:val="009244BB"/>
    <w:rsid w:val="00925EC7"/>
    <w:rsid w:val="00981B48"/>
    <w:rsid w:val="009838B2"/>
    <w:rsid w:val="009D75BE"/>
    <w:rsid w:val="009F2B62"/>
    <w:rsid w:val="00A02BC9"/>
    <w:rsid w:val="00A146AD"/>
    <w:rsid w:val="00A3792D"/>
    <w:rsid w:val="00A4083D"/>
    <w:rsid w:val="00A441FC"/>
    <w:rsid w:val="00A537DF"/>
    <w:rsid w:val="00A55242"/>
    <w:rsid w:val="00A763A5"/>
    <w:rsid w:val="00A845AE"/>
    <w:rsid w:val="00AA01C2"/>
    <w:rsid w:val="00AB2135"/>
    <w:rsid w:val="00B06335"/>
    <w:rsid w:val="00B06C7E"/>
    <w:rsid w:val="00B11D10"/>
    <w:rsid w:val="00B3074F"/>
    <w:rsid w:val="00B32A37"/>
    <w:rsid w:val="00B37C60"/>
    <w:rsid w:val="00B37FFE"/>
    <w:rsid w:val="00B4355C"/>
    <w:rsid w:val="00B52A89"/>
    <w:rsid w:val="00B52F21"/>
    <w:rsid w:val="00B83D43"/>
    <w:rsid w:val="00B952BB"/>
    <w:rsid w:val="00BB4E4D"/>
    <w:rsid w:val="00BC24A6"/>
    <w:rsid w:val="00BD42CC"/>
    <w:rsid w:val="00BE2F2E"/>
    <w:rsid w:val="00BE51EB"/>
    <w:rsid w:val="00C25692"/>
    <w:rsid w:val="00C334D4"/>
    <w:rsid w:val="00C447AD"/>
    <w:rsid w:val="00C474EF"/>
    <w:rsid w:val="00C53A77"/>
    <w:rsid w:val="00C767F3"/>
    <w:rsid w:val="00CA2615"/>
    <w:rsid w:val="00CA2995"/>
    <w:rsid w:val="00CA6030"/>
    <w:rsid w:val="00CA7EF8"/>
    <w:rsid w:val="00CB67A2"/>
    <w:rsid w:val="00CC1EA8"/>
    <w:rsid w:val="00CC3FC0"/>
    <w:rsid w:val="00CD1E8A"/>
    <w:rsid w:val="00CE0E20"/>
    <w:rsid w:val="00CF20BF"/>
    <w:rsid w:val="00D032E9"/>
    <w:rsid w:val="00D0777F"/>
    <w:rsid w:val="00D12574"/>
    <w:rsid w:val="00D21143"/>
    <w:rsid w:val="00D22ECA"/>
    <w:rsid w:val="00D3704F"/>
    <w:rsid w:val="00D82A3C"/>
    <w:rsid w:val="00D836DF"/>
    <w:rsid w:val="00D83F72"/>
    <w:rsid w:val="00D94898"/>
    <w:rsid w:val="00DA0D5D"/>
    <w:rsid w:val="00DA3FD4"/>
    <w:rsid w:val="00DB332B"/>
    <w:rsid w:val="00DD7574"/>
    <w:rsid w:val="00DE5BFD"/>
    <w:rsid w:val="00DF27E0"/>
    <w:rsid w:val="00E05970"/>
    <w:rsid w:val="00E12F6C"/>
    <w:rsid w:val="00E21A8F"/>
    <w:rsid w:val="00E56320"/>
    <w:rsid w:val="00E746A3"/>
    <w:rsid w:val="00E84F0E"/>
    <w:rsid w:val="00E86637"/>
    <w:rsid w:val="00EA5BE4"/>
    <w:rsid w:val="00EB0AD8"/>
    <w:rsid w:val="00EB16D1"/>
    <w:rsid w:val="00EB74C9"/>
    <w:rsid w:val="00EC4783"/>
    <w:rsid w:val="00EE388B"/>
    <w:rsid w:val="00EF4846"/>
    <w:rsid w:val="00F077E8"/>
    <w:rsid w:val="00F4293D"/>
    <w:rsid w:val="00F516CE"/>
    <w:rsid w:val="00F80019"/>
    <w:rsid w:val="00FF441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066D7DA9-30EB-3842-A3FB-93B2F32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eo/Library/CloudStorage/OneDrive-Raccoltecondivise-SMACTscpa/Condivisa%20-%20Documenti/Procedure%20e%20Template/Template%20Logo%20Sito/SMACT_Template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5" ma:contentTypeDescription="Creare un nuovo documento." ma:contentTypeScope="" ma:versionID="c435d78e381eeddad501c676f84ca49d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3fd826764570fb2d7fbdd8083811b4d6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3C47AA-C09B-C84E-A814-CEC52C4E91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</ds:schemaRefs>
</ds:datastoreItem>
</file>

<file path=customXml/itemProps3.xml><?xml version="1.0" encoding="utf-8"?>
<ds:datastoreItem xmlns:ds="http://schemas.openxmlformats.org/officeDocument/2006/customXml" ds:itemID="{7F20D20F-B999-4977-B718-E9C51AF1E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SMACT_Template_Lettera.dotx</Template>
  <TotalTime>135</TotalTime>
  <Pages>3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Links>
    <vt:vector size="18" baseType="variant">
      <vt:variant>
        <vt:i4>2359331</vt:i4>
      </vt:variant>
      <vt:variant>
        <vt:i4>6</vt:i4>
      </vt:variant>
      <vt:variant>
        <vt:i4>0</vt:i4>
      </vt:variant>
      <vt:variant>
        <vt:i4>5</vt:i4>
      </vt:variant>
      <vt:variant>
        <vt:lpwstr>https://www.smact.cc/servizi-di-innovazione</vt:lpwstr>
      </vt:variant>
      <vt:variant>
        <vt:lpwstr/>
      </vt:variant>
      <vt:variant>
        <vt:i4>196634</vt:i4>
      </vt:variant>
      <vt:variant>
        <vt:i4>3</vt:i4>
      </vt:variant>
      <vt:variant>
        <vt:i4>0</vt:i4>
      </vt:variant>
      <vt:variant>
        <vt:i4>5</vt:i4>
      </vt:variant>
      <vt:variant>
        <vt:lpwstr>https://sdgs.un.org/goals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https://ec.europa.eu/research/participants/data/ref/h2020/wp/2014_2015/annexes/h2020-wp1415-annex-g-trl_en.pdf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Matteo Faggin</cp:lastModifiedBy>
  <cp:revision>155</cp:revision>
  <dcterms:created xsi:type="dcterms:W3CDTF">2023-04-10T05:59:00Z</dcterms:created>
  <dcterms:modified xsi:type="dcterms:W3CDTF">2023-06-27T20:27:00Z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  <property fmtid="{D5CDD505-2E9C-101B-9397-08002B2CF9AE}" pid="3" name="MediaServiceImageTags">
    <vt:lpwstr/>
  </property>
</Properties>
</file>